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0288" w:rsidRDefault="00AA0288" w:rsidP="00147641">
      <w:pPr>
        <w:jc w:val="center"/>
        <w:rPr>
          <w:rFonts w:ascii="Arial" w:hAnsi="Arial" w:cs="Arial"/>
          <w:sz w:val="24"/>
          <w:szCs w:val="24"/>
        </w:rPr>
      </w:pPr>
    </w:p>
    <w:p w:rsidR="0033159B" w:rsidRDefault="0033159B" w:rsidP="00147641">
      <w:pPr>
        <w:jc w:val="center"/>
        <w:rPr>
          <w:rFonts w:ascii="Arial" w:hAnsi="Arial" w:cs="Arial"/>
          <w:sz w:val="24"/>
          <w:szCs w:val="24"/>
        </w:rPr>
      </w:pPr>
      <w:r>
        <w:rPr>
          <w:noProof/>
          <w:lang w:eastAsia="it-IT"/>
        </w:rPr>
        <w:drawing>
          <wp:inline distT="0" distB="0" distL="0" distR="0" wp14:anchorId="429DDA5F" wp14:editId="3F9744AA">
            <wp:extent cx="5317222" cy="2454442"/>
            <wp:effectExtent l="0" t="0" r="0" b="3175"/>
            <wp:docPr id="7" name="Immagine 7" descr="Risultati immagini per posizione di sirio nell'univers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isultati immagini per posizione di sirio nell'universo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6042" cy="2495442"/>
                    </a:xfrm>
                    <a:prstGeom prst="round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159B" w:rsidRDefault="003351A1" w:rsidP="00147641">
      <w:pPr>
        <w:jc w:val="center"/>
        <w:rPr>
          <w:rFonts w:ascii="Arial" w:hAnsi="Arial" w:cs="Arial"/>
          <w:sz w:val="24"/>
          <w:szCs w:val="24"/>
        </w:rPr>
      </w:pPr>
      <w:r>
        <w:rPr>
          <w:noProof/>
          <w:lang w:eastAsia="it-IT"/>
        </w:rPr>
        <w:drawing>
          <wp:inline distT="0" distB="0" distL="0" distR="0" wp14:anchorId="12FE5FAC" wp14:editId="43A8F624">
            <wp:extent cx="4559712" cy="2189480"/>
            <wp:effectExtent l="0" t="0" r="0" b="1270"/>
            <wp:docPr id="1" name="Immagine 1" descr="Risultati immagini per uf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isultati immagini per ufo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sharpenSoften amount="50000"/>
                              </a14:imgEffect>
                              <a14:imgEffect>
                                <a14:brightnessContrast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5308"/>
                    <a:stretch/>
                  </pic:blipFill>
                  <pic:spPr bwMode="auto">
                    <a:xfrm>
                      <a:off x="0" y="0"/>
                      <a:ext cx="4736599" cy="2274417"/>
                    </a:xfrm>
                    <a:prstGeom prst="round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351A1" w:rsidRDefault="00147641" w:rsidP="00147641">
      <w:pPr>
        <w:jc w:val="center"/>
        <w:rPr>
          <w:rFonts w:ascii="Arial" w:hAnsi="Arial" w:cs="Arial"/>
          <w:sz w:val="24"/>
          <w:szCs w:val="24"/>
        </w:rPr>
      </w:pPr>
      <w:r>
        <w:rPr>
          <w:noProof/>
          <w:lang w:eastAsia="it-IT"/>
        </w:rPr>
        <w:drawing>
          <wp:inline distT="0" distB="0" distL="0" distR="0" wp14:anchorId="025C311F" wp14:editId="25D516E7">
            <wp:extent cx="3891688" cy="1510030"/>
            <wp:effectExtent l="0" t="0" r="0" b="0"/>
            <wp:docPr id="2" name="Immagine 2" descr="Risultati immagini per ALIE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isultati immagini per ALIENI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5654" cy="1565891"/>
                    </a:xfrm>
                    <a:prstGeom prst="round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51A1" w:rsidRDefault="003351A1" w:rsidP="00142959">
      <w:pPr>
        <w:jc w:val="both"/>
        <w:rPr>
          <w:rFonts w:ascii="Arial" w:hAnsi="Arial" w:cs="Arial"/>
          <w:sz w:val="24"/>
          <w:szCs w:val="24"/>
        </w:rPr>
      </w:pPr>
    </w:p>
    <w:p w:rsidR="003351A1" w:rsidRPr="00AA0288" w:rsidRDefault="003351A1" w:rsidP="00147641">
      <w:pPr>
        <w:spacing w:after="0" w:line="240" w:lineRule="auto"/>
        <w:jc w:val="center"/>
        <w:rPr>
          <w:rFonts w:ascii="Snap ITC" w:hAnsi="Snap ITC" w:cs="Arial"/>
          <w:sz w:val="100"/>
          <w:szCs w:val="100"/>
        </w:rPr>
      </w:pPr>
      <w:r w:rsidRPr="00AA0288">
        <w:rPr>
          <w:rFonts w:ascii="Snap ITC" w:hAnsi="Snap ITC" w:cs="Arial"/>
          <w:sz w:val="100"/>
          <w:szCs w:val="100"/>
        </w:rPr>
        <w:t>UFO E</w:t>
      </w:r>
    </w:p>
    <w:p w:rsidR="003351A1" w:rsidRPr="00AA0288" w:rsidRDefault="003351A1" w:rsidP="00147641">
      <w:pPr>
        <w:spacing w:after="0" w:line="240" w:lineRule="auto"/>
        <w:jc w:val="center"/>
        <w:rPr>
          <w:rFonts w:ascii="Snap ITC" w:hAnsi="Snap ITC" w:cs="Arial"/>
          <w:sz w:val="100"/>
          <w:szCs w:val="100"/>
        </w:rPr>
      </w:pPr>
      <w:r w:rsidRPr="00AA0288">
        <w:rPr>
          <w:rFonts w:ascii="Snap ITC" w:hAnsi="Snap ITC" w:cs="Arial"/>
          <w:sz w:val="100"/>
          <w:szCs w:val="100"/>
        </w:rPr>
        <w:t>ALIENI</w:t>
      </w:r>
    </w:p>
    <w:p w:rsidR="00AA0288" w:rsidRDefault="00AA0288" w:rsidP="003351A1">
      <w:pPr>
        <w:jc w:val="right"/>
        <w:rPr>
          <w:rFonts w:ascii="Cooper Black" w:hAnsi="Cooper Black" w:cs="Arial"/>
          <w:sz w:val="40"/>
          <w:szCs w:val="40"/>
        </w:rPr>
      </w:pPr>
    </w:p>
    <w:p w:rsidR="003351A1" w:rsidRPr="0033159B" w:rsidRDefault="003351A1" w:rsidP="00706D2B">
      <w:pPr>
        <w:jc w:val="center"/>
        <w:rPr>
          <w:rFonts w:ascii="Cooper Black" w:hAnsi="Cooper Black" w:cs="Arial"/>
          <w:sz w:val="40"/>
          <w:szCs w:val="40"/>
        </w:rPr>
      </w:pPr>
      <w:bookmarkStart w:id="0" w:name="_GoBack"/>
      <w:bookmarkEnd w:id="0"/>
      <w:r w:rsidRPr="0033159B">
        <w:rPr>
          <w:rFonts w:ascii="Cooper Black" w:hAnsi="Cooper Black" w:cs="Arial"/>
          <w:sz w:val="40"/>
          <w:szCs w:val="40"/>
        </w:rPr>
        <w:t>MC</w:t>
      </w:r>
    </w:p>
    <w:sectPr w:rsidR="003351A1" w:rsidRPr="0033159B" w:rsidSect="004107EC">
      <w:pgSz w:w="11906" w:h="16838"/>
      <w:pgMar w:top="567" w:right="567" w:bottom="567" w:left="567" w:header="709" w:footer="709" w:gutter="56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nap ITC">
    <w:panose1 w:val="04040A07060A02020202"/>
    <w:charset w:val="00"/>
    <w:family w:val="decorative"/>
    <w:pitch w:val="variable"/>
    <w:sig w:usb0="00000003" w:usb1="00000000" w:usb2="00000000" w:usb3="00000000" w:csb0="00000001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attachedTemplate r:id="rId1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51A1"/>
    <w:rsid w:val="0007340D"/>
    <w:rsid w:val="00142959"/>
    <w:rsid w:val="00147641"/>
    <w:rsid w:val="001929FA"/>
    <w:rsid w:val="00195AC8"/>
    <w:rsid w:val="001963DA"/>
    <w:rsid w:val="0033159B"/>
    <w:rsid w:val="003351A1"/>
    <w:rsid w:val="004107EC"/>
    <w:rsid w:val="00706D2B"/>
    <w:rsid w:val="009646BE"/>
    <w:rsid w:val="00A45E8C"/>
    <w:rsid w:val="00AA0288"/>
    <w:rsid w:val="00FA0A2C"/>
    <w:rsid w:val="00FA6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F6CA112-D659-4829-98E1-A792A3D384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2.wdp"/><Relationship Id="rId3" Type="http://schemas.openxmlformats.org/officeDocument/2006/relationships/webSettings" Target="webSettings.xml"/><Relationship Id="rId7" Type="http://schemas.openxmlformats.org/officeDocument/2006/relationships/image" Target="media/image3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hdphoto" Target="media/hdphoto1.wdp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ecobot\Documents\DOC%20VUOTO\MODELLO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MODELLO</Template>
  <TotalTime>35</TotalTime>
  <Pages>1</Pages>
  <Words>3</Words>
  <Characters>22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Recobot</dc:creator>
  <cp:keywords/>
  <dc:description/>
  <cp:lastModifiedBy>Recobot</cp:lastModifiedBy>
  <cp:revision>11</cp:revision>
  <dcterms:created xsi:type="dcterms:W3CDTF">2016-03-23T07:16:00Z</dcterms:created>
  <dcterms:modified xsi:type="dcterms:W3CDTF">2016-03-25T13:54:00Z</dcterms:modified>
</cp:coreProperties>
</file>